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E397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46867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C157A1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18.06.2020 № 144</w:t>
            </w:r>
            <w:bookmarkStart w:id="0" w:name="_GoBack"/>
            <w:bookmarkEnd w:id="0"/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</w:p>
    <w:p w:rsidR="004A111C" w:rsidRDefault="004A111C" w:rsidP="004A111C">
      <w:pPr>
        <w:autoSpaceDE w:val="0"/>
        <w:autoSpaceDN w:val="0"/>
        <w:adjustRightInd w:val="0"/>
        <w:spacing w:after="8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BC044A">
        <w:rPr>
          <w:rFonts w:ascii="Times New Roman" w:hAnsi="Times New Roman"/>
          <w:sz w:val="28"/>
          <w:szCs w:val="24"/>
        </w:rPr>
        <w:t xml:space="preserve">Таблица № </w:t>
      </w:r>
      <w:r w:rsidR="007C3462">
        <w:rPr>
          <w:rFonts w:ascii="Times New Roman" w:hAnsi="Times New Roman"/>
          <w:sz w:val="28"/>
          <w:szCs w:val="24"/>
        </w:rPr>
        <w:t>1</w:t>
      </w:r>
    </w:p>
    <w:p w:rsidR="004A111C" w:rsidRDefault="00166657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Сведения о целевых показателях П</w:t>
      </w:r>
      <w:r w:rsidR="004A111C" w:rsidRPr="00DD2716">
        <w:rPr>
          <w:rFonts w:ascii="Times New Roman" w:hAnsi="Times New Roman"/>
          <w:sz w:val="28"/>
          <w:szCs w:val="24"/>
        </w:rPr>
        <w:t>рограммы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72"/>
        <w:gridCol w:w="1134"/>
        <w:gridCol w:w="800"/>
        <w:gridCol w:w="800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A111C" w:rsidRPr="0019028B" w:rsidTr="004412AA">
        <w:tc>
          <w:tcPr>
            <w:tcW w:w="540" w:type="dxa"/>
            <w:vMerge w:val="restart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72" w:type="dxa"/>
            <w:vMerge w:val="restart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Показатели и</w:t>
            </w:r>
            <w:r w:rsidR="0044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индикаторы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Единица 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00" w:type="dxa"/>
            <w:vMerge w:val="restart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2003-2012</w:t>
            </w:r>
            <w:r w:rsidR="0044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00" w:type="dxa"/>
            <w:vMerge w:val="restart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2013-2024</w:t>
            </w:r>
            <w:r w:rsidR="004412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352" w:type="dxa"/>
            <w:gridSpan w:val="12"/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ET"/>
                <w:sz w:val="24"/>
                <w:szCs w:val="24"/>
              </w:rPr>
              <w:t>В том числе</w:t>
            </w:r>
            <w:r w:rsidR="003A5C7F">
              <w:rPr>
                <w:rFonts w:cs="TimesET"/>
                <w:sz w:val="24"/>
                <w:szCs w:val="24"/>
              </w:rPr>
              <w:t xml:space="preserve"> </w:t>
            </w:r>
            <w:r w:rsidR="009E5265">
              <w:rPr>
                <w:rFonts w:cs="TimesET"/>
                <w:sz w:val="24"/>
                <w:szCs w:val="24"/>
              </w:rPr>
              <w:t>по годам</w:t>
            </w:r>
          </w:p>
        </w:tc>
      </w:tr>
      <w:tr w:rsidR="004A111C" w:rsidRPr="0019028B" w:rsidTr="004412AA">
        <w:tc>
          <w:tcPr>
            <w:tcW w:w="540" w:type="dxa"/>
            <w:vMerge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vMerge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96" w:type="dxa"/>
            <w:tcBorders>
              <w:bottom w:val="nil"/>
            </w:tcBorders>
            <w:vAlign w:val="center"/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</w:tbl>
    <w:p w:rsidR="004412AA" w:rsidRPr="004412AA" w:rsidRDefault="004412A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72"/>
        <w:gridCol w:w="1134"/>
        <w:gridCol w:w="800"/>
        <w:gridCol w:w="800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A111C" w:rsidRPr="0019028B" w:rsidTr="004412AA">
        <w:trPr>
          <w:trHeight w:val="284"/>
          <w:tblHeader/>
        </w:trPr>
        <w:tc>
          <w:tcPr>
            <w:tcW w:w="54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6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A111C" w:rsidRPr="00BF6642" w:rsidTr="004412AA">
        <w:trPr>
          <w:cantSplit/>
          <w:trHeight w:val="1134"/>
        </w:trPr>
        <w:tc>
          <w:tcPr>
            <w:tcW w:w="540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2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72" w:type="dxa"/>
          </w:tcPr>
          <w:p w:rsidR="004A111C" w:rsidRPr="00C90404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Протяженность сети автомобильных дорог общего пользования регионального или межмуниципального и местного значения на территории Рязанской области,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13792,6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14355,8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14398,4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14653,0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15327,8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15444,3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15454,4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15469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15474,2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15490,8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15497,4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15518,2</w:t>
            </w:r>
          </w:p>
        </w:tc>
      </w:tr>
      <w:tr w:rsidR="004A111C" w:rsidRPr="00BF6642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6580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6595,3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6601,7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6597,5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6598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6607,3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6611,4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6627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6632,6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6652,3</w:t>
            </w:r>
          </w:p>
        </w:tc>
      </w:tr>
      <w:tr w:rsidR="004A111C" w:rsidRPr="00BF6642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7254,6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8057,7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8726,1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8846,8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8856,5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8861,8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8862,8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8863,8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8864,8</w:t>
            </w:r>
          </w:p>
        </w:tc>
        <w:tc>
          <w:tcPr>
            <w:tcW w:w="696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8865,8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Объемы ввода в эксплуатацию после строительства и реконструкции автомобильных дорог общего пользования регионального или межмуниципального и местного значения,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211,413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283,88666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44,44565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15,22646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20,914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24,9965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12,59305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16,329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18,06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65,54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32,721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201,787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212,373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36,378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13,735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9,802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17,06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64,54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31,721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1379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60,64366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1,66765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18,7965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  <w:r w:rsidR="00A9066B">
              <w:rPr>
                <w:rFonts w:ascii="Times New Roman" w:hAnsi="Times New Roman"/>
                <w:sz w:val="22"/>
                <w:szCs w:val="22"/>
              </w:rPr>
              <w:t>2,14305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6,959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2а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Объемы ввода в эксплуатацию после строительства и реконструкции автомобильных дорог общего пользования регионального или межмуниципального и местного значения исходя из расчетной протяженности введенных искусственных сооружений (мостов, мостовых переходов, путепроводов, транспортных развязок),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812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583DF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872" w:type="dxa"/>
          </w:tcPr>
          <w:p w:rsidR="004A111C" w:rsidRPr="00C90404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сети автомобильных дорог регионального или межмуниципаль-ного и местного значения на территории Рязанской области в результате строительства новых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177,62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182,23731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42,694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14,90646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15,212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20,0665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10,19835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14,685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16,633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20,721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167,994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120,76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35,694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13,415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4,06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15,633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19,721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12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Pr="00C90404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50,60731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13,8665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9,74835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5,315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100,5817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91,613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48,907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4412AA">
        <w:trPr>
          <w:cantSplit/>
          <w:trHeight w:val="1134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8,9687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A9066B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ремонта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572,678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2272,78042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154,151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65,404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112,982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153,178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219,6171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106,087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206,33032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202,716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272,473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242,81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267,197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270,035</w:t>
            </w:r>
          </w:p>
        </w:tc>
      </w:tr>
      <w:tr w:rsidR="004A111C" w:rsidRPr="00C90404" w:rsidTr="00DB590C">
        <w:trPr>
          <w:cantSplit/>
          <w:trHeight w:val="1422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525,044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3A5C7F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1850,92958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98,246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43,25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73,537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93,288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130,769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152,40858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197,716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267,473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237,81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262,197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265,035</w:t>
            </w:r>
          </w:p>
        </w:tc>
      </w:tr>
      <w:tr w:rsidR="004A111C" w:rsidRPr="00C90404" w:rsidTr="00DB590C">
        <w:trPr>
          <w:cantSplit/>
          <w:trHeight w:val="1257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47,634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421,85084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55,905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22,154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39,445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59,89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88,8481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76,687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53,92174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4A111C" w:rsidRPr="00C90404" w:rsidTr="004412AA">
        <w:trPr>
          <w:cantSplit/>
          <w:trHeight w:val="1349"/>
        </w:trPr>
        <w:tc>
          <w:tcPr>
            <w:tcW w:w="540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 xml:space="preserve"> пог. 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24421B" w:rsidRDefault="009B0492" w:rsidP="004412AA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6/2762,16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24421B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24421B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24421B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24421B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24421B" w:rsidRDefault="009B0492" w:rsidP="004412A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421B">
              <w:rPr>
                <w:rFonts w:ascii="Times New Roman" w:hAnsi="Times New Roman"/>
                <w:sz w:val="22"/>
                <w:szCs w:val="22"/>
              </w:rPr>
              <w:t>5/762,1</w:t>
            </w:r>
            <w:r w:rsidR="00E3217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9B0492" w:rsidP="004412AA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C55AA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36674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FC55AA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</w:t>
            </w:r>
            <w:r w:rsidR="0092285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Общая протяженность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4216,8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4187,2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4300,8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4240,9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4821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4609,7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4818,4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5022,8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5308,3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5878,2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6160,2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891,2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3A5C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2078,3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2638,2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2915,2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441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3432,8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3370,2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3409,6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3094,2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3403,2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3162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3218,3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3225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3235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3245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</w:t>
            </w:r>
            <w:r w:rsidR="0001786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27,2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</w:t>
            </w:r>
            <w:r w:rsidR="003A5C7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4A111C" w:rsidRPr="00C90404" w:rsidTr="004412AA">
        <w:trPr>
          <w:cantSplit/>
          <w:trHeight w:val="930"/>
        </w:trPr>
        <w:tc>
          <w:tcPr>
            <w:tcW w:w="540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35,7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36,3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36,4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DD271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</w:t>
            </w:r>
            <w:r w:rsidR="00B5288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96" w:type="dxa"/>
            <w:textDirection w:val="btLr"/>
            <w:vAlign w:val="center"/>
          </w:tcPr>
          <w:p w:rsidR="004A111C" w:rsidRPr="00DD2716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2716">
              <w:rPr>
                <w:rFonts w:ascii="Times New Roman" w:hAnsi="Times New Roman"/>
                <w:sz w:val="22"/>
                <w:szCs w:val="22"/>
              </w:rPr>
              <w:t>36,</w:t>
            </w:r>
            <w:r w:rsidR="00B5288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</w:tbl>
    <w:p w:rsidR="004412AA" w:rsidRPr="004412AA" w:rsidRDefault="004412AA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4A111C" w:rsidRPr="00C90404" w:rsidRDefault="004A111C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Примечание: В графах </w:t>
      </w:r>
      <w:hyperlink r:id="rId12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2013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и </w:t>
      </w:r>
      <w:hyperlink r:id="rId13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2014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указаны фактически достигнутые величины показателей за соответствующий год.</w:t>
      </w:r>
      <w:r w:rsidR="009F6042">
        <w:rPr>
          <w:rFonts w:ascii="Times New Roman" w:hAnsi="Times New Roman"/>
          <w:sz w:val="22"/>
          <w:szCs w:val="22"/>
        </w:rPr>
        <w:t>».</w:t>
      </w: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4A111C" w:rsidP="00662A15">
      <w:pPr>
        <w:jc w:val="center"/>
        <w:rPr>
          <w:rFonts w:ascii="Times New Roman" w:hAnsi="Times New Roman"/>
          <w:sz w:val="28"/>
          <w:szCs w:val="24"/>
        </w:rPr>
      </w:pPr>
    </w:p>
    <w:p w:rsidR="004A111C" w:rsidRDefault="00C23289" w:rsidP="00662A15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</w:t>
      </w:r>
    </w:p>
    <w:sectPr w:rsidR="004A111C" w:rsidSect="001E3978">
      <w:headerReference w:type="default" r:id="rId14"/>
      <w:type w:val="continuous"/>
      <w:pgSz w:w="16834" w:h="11907" w:orient="landscape" w:code="9"/>
      <w:pgMar w:top="1134" w:right="737" w:bottom="1134" w:left="1814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303" w:rsidRDefault="002C0303">
      <w:r>
        <w:separator/>
      </w:r>
    </w:p>
  </w:endnote>
  <w:endnote w:type="continuationSeparator" w:id="0">
    <w:p w:rsidR="002C0303" w:rsidRDefault="002C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 wp14:anchorId="7B5E7B4D" wp14:editId="72AD2936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8130090" wp14:editId="0C098F93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1E3978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5809  16.06.2020 12:28:58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303" w:rsidRDefault="002C0303">
      <w:r>
        <w:separator/>
      </w:r>
    </w:p>
  </w:footnote>
  <w:footnote w:type="continuationSeparator" w:id="0">
    <w:p w:rsidR="002C0303" w:rsidRDefault="002C0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4B348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4B348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157A1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0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IL0rzsyE+G/GeR7QW+LBl0wKic=" w:salt="2q+YF5Qiz+2kxTmdbSR7H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30105"/>
    <w:rsid w:val="000331B3"/>
    <w:rsid w:val="00033413"/>
    <w:rsid w:val="00037C0C"/>
    <w:rsid w:val="00040527"/>
    <w:rsid w:val="000502A3"/>
    <w:rsid w:val="00051B8C"/>
    <w:rsid w:val="00056DEB"/>
    <w:rsid w:val="00065C52"/>
    <w:rsid w:val="00073A7A"/>
    <w:rsid w:val="00076D5E"/>
    <w:rsid w:val="00084DD3"/>
    <w:rsid w:val="000917C0"/>
    <w:rsid w:val="00092145"/>
    <w:rsid w:val="0009319D"/>
    <w:rsid w:val="00095862"/>
    <w:rsid w:val="000B0736"/>
    <w:rsid w:val="000B2280"/>
    <w:rsid w:val="000B3ECA"/>
    <w:rsid w:val="000B7975"/>
    <w:rsid w:val="000C651D"/>
    <w:rsid w:val="000E166B"/>
    <w:rsid w:val="000E7582"/>
    <w:rsid w:val="000F2B84"/>
    <w:rsid w:val="000F5BB8"/>
    <w:rsid w:val="001032A2"/>
    <w:rsid w:val="00113B13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66657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B0982"/>
    <w:rsid w:val="001B32BA"/>
    <w:rsid w:val="001B7E90"/>
    <w:rsid w:val="001C5DC8"/>
    <w:rsid w:val="001D7503"/>
    <w:rsid w:val="001D7CF0"/>
    <w:rsid w:val="001E0317"/>
    <w:rsid w:val="001E20F1"/>
    <w:rsid w:val="001E2695"/>
    <w:rsid w:val="001E3978"/>
    <w:rsid w:val="001E6E55"/>
    <w:rsid w:val="001F12E8"/>
    <w:rsid w:val="001F228C"/>
    <w:rsid w:val="001F411B"/>
    <w:rsid w:val="001F64B8"/>
    <w:rsid w:val="001F7C83"/>
    <w:rsid w:val="00200143"/>
    <w:rsid w:val="00203046"/>
    <w:rsid w:val="00205AB5"/>
    <w:rsid w:val="00224DBA"/>
    <w:rsid w:val="00231F1C"/>
    <w:rsid w:val="00242DDB"/>
    <w:rsid w:val="0024421B"/>
    <w:rsid w:val="0024596D"/>
    <w:rsid w:val="00246A5A"/>
    <w:rsid w:val="002479A2"/>
    <w:rsid w:val="00254677"/>
    <w:rsid w:val="002548C3"/>
    <w:rsid w:val="0026087E"/>
    <w:rsid w:val="00261C74"/>
    <w:rsid w:val="00261DE0"/>
    <w:rsid w:val="00265420"/>
    <w:rsid w:val="00271F1F"/>
    <w:rsid w:val="002743AC"/>
    <w:rsid w:val="00274E14"/>
    <w:rsid w:val="00280A6D"/>
    <w:rsid w:val="00280FC4"/>
    <w:rsid w:val="00284A49"/>
    <w:rsid w:val="00286ECA"/>
    <w:rsid w:val="002953B6"/>
    <w:rsid w:val="002B42FF"/>
    <w:rsid w:val="002B7A59"/>
    <w:rsid w:val="002C0303"/>
    <w:rsid w:val="002C5339"/>
    <w:rsid w:val="002C6B4B"/>
    <w:rsid w:val="002D4371"/>
    <w:rsid w:val="002D60AF"/>
    <w:rsid w:val="002D7D3F"/>
    <w:rsid w:val="002E51A7"/>
    <w:rsid w:val="002E5A5F"/>
    <w:rsid w:val="002F1E81"/>
    <w:rsid w:val="002F7554"/>
    <w:rsid w:val="00310D92"/>
    <w:rsid w:val="003160CB"/>
    <w:rsid w:val="00316C65"/>
    <w:rsid w:val="00321189"/>
    <w:rsid w:val="003222A3"/>
    <w:rsid w:val="00323E29"/>
    <w:rsid w:val="00325FB2"/>
    <w:rsid w:val="00333D63"/>
    <w:rsid w:val="00341E87"/>
    <w:rsid w:val="003510D1"/>
    <w:rsid w:val="003531F7"/>
    <w:rsid w:val="00357E36"/>
    <w:rsid w:val="00360A40"/>
    <w:rsid w:val="00366745"/>
    <w:rsid w:val="00366C05"/>
    <w:rsid w:val="003716BC"/>
    <w:rsid w:val="00377D74"/>
    <w:rsid w:val="003839C7"/>
    <w:rsid w:val="00386103"/>
    <w:rsid w:val="003870C2"/>
    <w:rsid w:val="0039301B"/>
    <w:rsid w:val="00394137"/>
    <w:rsid w:val="003A5C7F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412AA"/>
    <w:rsid w:val="004421AA"/>
    <w:rsid w:val="004504E0"/>
    <w:rsid w:val="00451D08"/>
    <w:rsid w:val="00455228"/>
    <w:rsid w:val="004600FD"/>
    <w:rsid w:val="00460FEA"/>
    <w:rsid w:val="00463091"/>
    <w:rsid w:val="004729EE"/>
    <w:rsid w:val="004734B7"/>
    <w:rsid w:val="00481B88"/>
    <w:rsid w:val="00485B4F"/>
    <w:rsid w:val="004862D1"/>
    <w:rsid w:val="00490CD2"/>
    <w:rsid w:val="0049293C"/>
    <w:rsid w:val="004A111C"/>
    <w:rsid w:val="004B2D5A"/>
    <w:rsid w:val="004B327C"/>
    <w:rsid w:val="004B3481"/>
    <w:rsid w:val="004D293D"/>
    <w:rsid w:val="004E402F"/>
    <w:rsid w:val="004E61F5"/>
    <w:rsid w:val="004F1D67"/>
    <w:rsid w:val="004F44FE"/>
    <w:rsid w:val="00505F6F"/>
    <w:rsid w:val="00511CF7"/>
    <w:rsid w:val="00512A47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7074C"/>
    <w:rsid w:val="00573FBF"/>
    <w:rsid w:val="00574FF3"/>
    <w:rsid w:val="00580D21"/>
    <w:rsid w:val="00582538"/>
    <w:rsid w:val="005838EA"/>
    <w:rsid w:val="00583DF6"/>
    <w:rsid w:val="00585EE1"/>
    <w:rsid w:val="00590C0E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035A"/>
    <w:rsid w:val="006013EB"/>
    <w:rsid w:val="0060479E"/>
    <w:rsid w:val="00604BE7"/>
    <w:rsid w:val="00605025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71E5"/>
    <w:rsid w:val="00662A15"/>
    <w:rsid w:val="00671D3B"/>
    <w:rsid w:val="006738B9"/>
    <w:rsid w:val="00684A5B"/>
    <w:rsid w:val="00686FC9"/>
    <w:rsid w:val="006870FE"/>
    <w:rsid w:val="006A1F71"/>
    <w:rsid w:val="006A2B51"/>
    <w:rsid w:val="006A322F"/>
    <w:rsid w:val="006A6D02"/>
    <w:rsid w:val="006A704D"/>
    <w:rsid w:val="006C3040"/>
    <w:rsid w:val="006D2674"/>
    <w:rsid w:val="006E10B9"/>
    <w:rsid w:val="006E2179"/>
    <w:rsid w:val="006F328B"/>
    <w:rsid w:val="006F3499"/>
    <w:rsid w:val="006F5886"/>
    <w:rsid w:val="00707734"/>
    <w:rsid w:val="00707E19"/>
    <w:rsid w:val="00712F7C"/>
    <w:rsid w:val="0072328A"/>
    <w:rsid w:val="007336CF"/>
    <w:rsid w:val="0073684D"/>
    <w:rsid w:val="007377B5"/>
    <w:rsid w:val="00745D3F"/>
    <w:rsid w:val="00746CC2"/>
    <w:rsid w:val="00747F07"/>
    <w:rsid w:val="00760323"/>
    <w:rsid w:val="0076032D"/>
    <w:rsid w:val="00765600"/>
    <w:rsid w:val="00767BB4"/>
    <w:rsid w:val="00775B4C"/>
    <w:rsid w:val="00780136"/>
    <w:rsid w:val="00791C9F"/>
    <w:rsid w:val="00792AAB"/>
    <w:rsid w:val="00793B47"/>
    <w:rsid w:val="007A1D0C"/>
    <w:rsid w:val="007A2A7B"/>
    <w:rsid w:val="007C2366"/>
    <w:rsid w:val="007C3462"/>
    <w:rsid w:val="007D1CD3"/>
    <w:rsid w:val="007D3FF6"/>
    <w:rsid w:val="007D4925"/>
    <w:rsid w:val="007E0A93"/>
    <w:rsid w:val="007E426F"/>
    <w:rsid w:val="007E5B73"/>
    <w:rsid w:val="007F0C8A"/>
    <w:rsid w:val="007F11AB"/>
    <w:rsid w:val="008143CB"/>
    <w:rsid w:val="00823CA1"/>
    <w:rsid w:val="00826043"/>
    <w:rsid w:val="00827699"/>
    <w:rsid w:val="00830CA5"/>
    <w:rsid w:val="00831FA3"/>
    <w:rsid w:val="008418F4"/>
    <w:rsid w:val="0084321C"/>
    <w:rsid w:val="008513B9"/>
    <w:rsid w:val="00852891"/>
    <w:rsid w:val="0086615C"/>
    <w:rsid w:val="008702D3"/>
    <w:rsid w:val="00875959"/>
    <w:rsid w:val="00876034"/>
    <w:rsid w:val="00880005"/>
    <w:rsid w:val="008827E7"/>
    <w:rsid w:val="00891265"/>
    <w:rsid w:val="008A1696"/>
    <w:rsid w:val="008A191D"/>
    <w:rsid w:val="008C191D"/>
    <w:rsid w:val="008C5264"/>
    <w:rsid w:val="008C58FE"/>
    <w:rsid w:val="008C5D38"/>
    <w:rsid w:val="008C6BD1"/>
    <w:rsid w:val="008E1F83"/>
    <w:rsid w:val="008E6C41"/>
    <w:rsid w:val="008F0816"/>
    <w:rsid w:val="008F6BB7"/>
    <w:rsid w:val="00900F42"/>
    <w:rsid w:val="00901EA2"/>
    <w:rsid w:val="009108C0"/>
    <w:rsid w:val="00914808"/>
    <w:rsid w:val="0092285C"/>
    <w:rsid w:val="00932E3C"/>
    <w:rsid w:val="009367C8"/>
    <w:rsid w:val="009437C1"/>
    <w:rsid w:val="0094480E"/>
    <w:rsid w:val="00945D13"/>
    <w:rsid w:val="0095236F"/>
    <w:rsid w:val="009546C2"/>
    <w:rsid w:val="009573D3"/>
    <w:rsid w:val="009627A3"/>
    <w:rsid w:val="0096321B"/>
    <w:rsid w:val="00963E33"/>
    <w:rsid w:val="009765E4"/>
    <w:rsid w:val="009977FF"/>
    <w:rsid w:val="009A085B"/>
    <w:rsid w:val="009A330F"/>
    <w:rsid w:val="009A7702"/>
    <w:rsid w:val="009B0492"/>
    <w:rsid w:val="009B2785"/>
    <w:rsid w:val="009C04EC"/>
    <w:rsid w:val="009C1DE6"/>
    <w:rsid w:val="009C1F0E"/>
    <w:rsid w:val="009D3E8C"/>
    <w:rsid w:val="009E3A0E"/>
    <w:rsid w:val="009E5265"/>
    <w:rsid w:val="009F6042"/>
    <w:rsid w:val="00A06428"/>
    <w:rsid w:val="00A06629"/>
    <w:rsid w:val="00A1314B"/>
    <w:rsid w:val="00A13160"/>
    <w:rsid w:val="00A137D3"/>
    <w:rsid w:val="00A3754B"/>
    <w:rsid w:val="00A376EC"/>
    <w:rsid w:val="00A42B5F"/>
    <w:rsid w:val="00A44A8F"/>
    <w:rsid w:val="00A46867"/>
    <w:rsid w:val="00A515E7"/>
    <w:rsid w:val="00A51D96"/>
    <w:rsid w:val="00A54812"/>
    <w:rsid w:val="00A56101"/>
    <w:rsid w:val="00A61EED"/>
    <w:rsid w:val="00A668C7"/>
    <w:rsid w:val="00A72E6E"/>
    <w:rsid w:val="00A9066B"/>
    <w:rsid w:val="00A96F84"/>
    <w:rsid w:val="00AC3953"/>
    <w:rsid w:val="00AC7150"/>
    <w:rsid w:val="00AD24DA"/>
    <w:rsid w:val="00AD5B91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15E6F"/>
    <w:rsid w:val="00B376B1"/>
    <w:rsid w:val="00B52889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28BB"/>
    <w:rsid w:val="00BB143E"/>
    <w:rsid w:val="00BB2C98"/>
    <w:rsid w:val="00BC044A"/>
    <w:rsid w:val="00BD0B82"/>
    <w:rsid w:val="00BD7AD8"/>
    <w:rsid w:val="00BD7EA9"/>
    <w:rsid w:val="00BE3198"/>
    <w:rsid w:val="00BE35C3"/>
    <w:rsid w:val="00BF4F5F"/>
    <w:rsid w:val="00BF78A8"/>
    <w:rsid w:val="00C04EEB"/>
    <w:rsid w:val="00C075A4"/>
    <w:rsid w:val="00C07F79"/>
    <w:rsid w:val="00C10F12"/>
    <w:rsid w:val="00C113C6"/>
    <w:rsid w:val="00C11826"/>
    <w:rsid w:val="00C157A1"/>
    <w:rsid w:val="00C22019"/>
    <w:rsid w:val="00C23289"/>
    <w:rsid w:val="00C36AA4"/>
    <w:rsid w:val="00C46D42"/>
    <w:rsid w:val="00C50C32"/>
    <w:rsid w:val="00C57D2A"/>
    <w:rsid w:val="00C60178"/>
    <w:rsid w:val="00C61760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1402"/>
    <w:rsid w:val="00CD328F"/>
    <w:rsid w:val="00CF03D8"/>
    <w:rsid w:val="00CF0D73"/>
    <w:rsid w:val="00CF610B"/>
    <w:rsid w:val="00D015D5"/>
    <w:rsid w:val="00D03D68"/>
    <w:rsid w:val="00D266DD"/>
    <w:rsid w:val="00D32B04"/>
    <w:rsid w:val="00D3598E"/>
    <w:rsid w:val="00D374E7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B3664"/>
    <w:rsid w:val="00DB42DB"/>
    <w:rsid w:val="00DB590C"/>
    <w:rsid w:val="00DC16FB"/>
    <w:rsid w:val="00DC4A65"/>
    <w:rsid w:val="00DC4F66"/>
    <w:rsid w:val="00DD2716"/>
    <w:rsid w:val="00DD6EFA"/>
    <w:rsid w:val="00DF7212"/>
    <w:rsid w:val="00E10B44"/>
    <w:rsid w:val="00E11666"/>
    <w:rsid w:val="00E11F02"/>
    <w:rsid w:val="00E14227"/>
    <w:rsid w:val="00E2726B"/>
    <w:rsid w:val="00E32172"/>
    <w:rsid w:val="00E32E86"/>
    <w:rsid w:val="00E3581B"/>
    <w:rsid w:val="00E37801"/>
    <w:rsid w:val="00E41991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7CE9"/>
    <w:rsid w:val="00EC433F"/>
    <w:rsid w:val="00ED1FDE"/>
    <w:rsid w:val="00EF7A1F"/>
    <w:rsid w:val="00F04506"/>
    <w:rsid w:val="00F06EFB"/>
    <w:rsid w:val="00F1529E"/>
    <w:rsid w:val="00F16F07"/>
    <w:rsid w:val="00F30213"/>
    <w:rsid w:val="00F32125"/>
    <w:rsid w:val="00F45975"/>
    <w:rsid w:val="00F45B7C"/>
    <w:rsid w:val="00F45FCE"/>
    <w:rsid w:val="00F55110"/>
    <w:rsid w:val="00F64394"/>
    <w:rsid w:val="00F65E2A"/>
    <w:rsid w:val="00F66514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55AA"/>
    <w:rsid w:val="00FC71EE"/>
    <w:rsid w:val="00FD1366"/>
    <w:rsid w:val="00FE0822"/>
    <w:rsid w:val="00FE3A1D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4D4FB6374A75358117872660C7E2D4A8F55508253E15F207DF14A1C5B937368BDC250400C7D32DFADBD899C54EE480B3BDCB68B7AE4C9880169398X8IB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4D4FB6374A75358117872660C7E2D4A8F55508253E15F207DF14A1C5B937368BDC250400C7D32DFADBD899C64EE480B3BDCB68B7AE4C9880169398X8IB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6FA8F-FC48-49D7-86A5-5431C261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1001</TotalTime>
  <Pages>8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101</cp:revision>
  <cp:lastPrinted>2019-03-15T13:01:00Z</cp:lastPrinted>
  <dcterms:created xsi:type="dcterms:W3CDTF">2016-02-04T06:26:00Z</dcterms:created>
  <dcterms:modified xsi:type="dcterms:W3CDTF">2020-06-19T06:31:00Z</dcterms:modified>
</cp:coreProperties>
</file>